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958" w:rsidRDefault="00647B37">
      <w:r>
        <w:rPr>
          <w:noProof/>
          <w:lang w:val="es-CO" w:eastAsia="es-CO"/>
        </w:rPr>
        <mc:AlternateContent>
          <mc:Choice Requires="wps">
            <w:drawing>
              <wp:anchor distT="36576" distB="36576" distL="36576" distR="36576" simplePos="0" relativeHeight="251654144" behindDoc="0" locked="0" layoutInCell="1" allowOverlap="1">
                <wp:simplePos x="0" y="0"/>
                <wp:positionH relativeFrom="page">
                  <wp:posOffset>571500</wp:posOffset>
                </wp:positionH>
                <wp:positionV relativeFrom="page">
                  <wp:posOffset>457200</wp:posOffset>
                </wp:positionV>
                <wp:extent cx="2617470" cy="9558020"/>
                <wp:effectExtent l="0" t="0" r="11430" b="24130"/>
                <wp:wrapNone/>
                <wp:docPr id="9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617470" cy="955802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45pt;margin-top:36pt;width:206.1pt;height:752.6pt;z-index:251654144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" fillcolor="#9bbb59 [3206]" strokecolor="#4e6128 [1606]" strokeweight="2pt">
                <o:lock v:ext="edit" shapetype="t"/>
                <v:textbox inset="2.88pt,2.88pt,2.88pt,2.88pt"/>
                <w10:wrap anchorx="page" anchory="page"/>
              </v:rect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1361440</wp:posOffset>
                </wp:positionH>
                <wp:positionV relativeFrom="page">
                  <wp:posOffset>8582660</wp:posOffset>
                </wp:positionV>
                <wp:extent cx="937895" cy="634365"/>
                <wp:effectExtent l="0" t="635" r="3810" b="2540"/>
                <wp:wrapNone/>
                <wp:docPr id="8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895" cy="634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333333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3345" w:rsidRPr="00FA5AAE" w:rsidRDefault="00DA3345" w:rsidP="00FA5AAE"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noProof/>
                                <w:szCs w:val="18"/>
                                <w:lang w:val="es-CO" w:eastAsia="es-CO"/>
                              </w:rPr>
                              <w:drawing>
                                <wp:inline distT="0" distB="0" distL="0" distR="0">
                                  <wp:extent cx="845185" cy="560705"/>
                                  <wp:effectExtent l="19050" t="0" r="0" b="0"/>
                                  <wp:docPr id="1" name="Picture 1" descr="MP900400090[1]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MP900400090[1]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45185" cy="5607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36576" tIns="36576" rIns="36576" bIns="36576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107.2pt;margin-top:675.8pt;width:73.85pt;height:49.95pt;z-index:25166131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" filled="f" stroked="f" strokecolor="#333">
                <v:textbox style="mso-fit-shape-to-text:t" inset="2.88pt,2.88pt,2.88pt,2.88pt">
                  <w:txbxContent>
                    <w:p w:rsidR="004507DF" w:rsidRPr="00FA5AAE" w:rsidRDefault="004507DF" w:rsidP="00FA5AAE">
                      <w:pPr>
                        <w:rPr>
                          <w:szCs w:val="18"/>
                        </w:rPr>
                      </w:pPr>
                      <w:r>
                        <w:rPr>
                          <w:noProof/>
                          <w:szCs w:val="18"/>
                          <w:lang w:val="es-CO" w:eastAsia="es-CO"/>
                        </w:rPr>
                        <w:drawing>
                          <wp:inline distT="0" distB="0" distL="0" distR="0">
                            <wp:extent cx="845185" cy="560705"/>
                            <wp:effectExtent l="19050" t="0" r="0" b="0"/>
                            <wp:docPr id="1" name="Picture 1" descr="MP900400090[1]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MP900400090[1]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45185" cy="5607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36576" distB="36576" distL="36576" distR="36576" simplePos="0" relativeHeight="251658240" behindDoc="0" locked="0" layoutInCell="1" allowOverlap="1">
                <wp:simplePos x="0" y="0"/>
                <wp:positionH relativeFrom="page">
                  <wp:posOffset>1261745</wp:posOffset>
                </wp:positionH>
                <wp:positionV relativeFrom="page">
                  <wp:posOffset>3314700</wp:posOffset>
                </wp:positionV>
                <wp:extent cx="5653405" cy="338455"/>
                <wp:effectExtent l="4445" t="0" r="0" b="4445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5653405" cy="338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DA3345" w:rsidRPr="00DA22FF" w:rsidRDefault="00DA3345" w:rsidP="009B1EB1">
                            <w:pPr>
                              <w:pStyle w:val="Ttulo2"/>
                            </w:pPr>
                            <w:r w:rsidRPr="009B1EB1">
                              <w:t>AGENDA</w:t>
                            </w:r>
                            <w:r w:rsidR="002101A4">
                              <w:t xml:space="preserve"> N0 28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7" type="#_x0000_t202" style="position:absolute;margin-left:99.35pt;margin-top:261pt;width:445.15pt;height:26.65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" filled="f" stroked="f" strokeweight="0" insetpen="t">
                <o:lock v:ext="edit" shapetype="t"/>
                <v:textbox inset="2.85pt,2.85pt,2.85pt,2.85pt">
                  <w:txbxContent>
                    <w:p w:rsidR="00DA3345" w:rsidRPr="00DA22FF" w:rsidRDefault="00DA3345" w:rsidP="009B1EB1">
                      <w:pPr>
                        <w:pStyle w:val="Ttulo2"/>
                      </w:pPr>
                      <w:r w:rsidRPr="009B1EB1">
                        <w:t>AGENDA</w:t>
                      </w:r>
                      <w:r w:rsidR="002101A4">
                        <w:t xml:space="preserve"> N0 28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1261745</wp:posOffset>
                </wp:positionH>
                <wp:positionV relativeFrom="page">
                  <wp:posOffset>4114800</wp:posOffset>
                </wp:positionV>
                <wp:extent cx="1714500" cy="1184275"/>
                <wp:effectExtent l="4445" t="0" r="0" b="0"/>
                <wp:wrapNone/>
                <wp:docPr id="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1184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3345" w:rsidRDefault="00DA3345" w:rsidP="00A54DBA">
                            <w:pPr>
                              <w:pStyle w:val="Ttulo3"/>
                              <w:jc w:val="center"/>
                            </w:pPr>
                            <w:r>
                              <w:t xml:space="preserve">March </w:t>
                            </w:r>
                          </w:p>
                          <w:p w:rsidR="00DA3345" w:rsidRPr="00B44828" w:rsidRDefault="00DA3345" w:rsidP="00A54DBA">
                            <w:pPr>
                              <w:pStyle w:val="Ttulo3"/>
                              <w:jc w:val="center"/>
                            </w:pPr>
                            <w:r>
                              <w:t>Kinder</w:t>
                            </w:r>
                          </w:p>
                          <w:p w:rsidR="00DA3345" w:rsidRPr="002F5063" w:rsidRDefault="002101A4" w:rsidP="00A54DBA">
                            <w:pPr>
                              <w:pStyle w:val="Ttulo3"/>
                              <w:jc w:val="center"/>
                            </w:pPr>
                            <w:r>
                              <w:t>Week 28</w:t>
                            </w: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8" type="#_x0000_t202" style="position:absolute;margin-left:99.35pt;margin-top:324pt;width:135pt;height:93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" filled="f" stroked="f">
                <v:textbox style="mso-fit-shape-to-text:t" inset="3.6pt,,3.6pt">
                  <w:txbxContent>
                    <w:p w:rsidR="00DA3345" w:rsidRDefault="00DA3345" w:rsidP="00A54DBA">
                      <w:pPr>
                        <w:pStyle w:val="Ttulo3"/>
                        <w:jc w:val="center"/>
                      </w:pPr>
                      <w:r>
                        <w:t xml:space="preserve">March </w:t>
                      </w:r>
                    </w:p>
                    <w:p w:rsidR="00DA3345" w:rsidRPr="00B44828" w:rsidRDefault="00DA3345" w:rsidP="00A54DBA">
                      <w:pPr>
                        <w:pStyle w:val="Ttulo3"/>
                        <w:jc w:val="center"/>
                      </w:pPr>
                      <w:r>
                        <w:t>Kinder</w:t>
                      </w:r>
                    </w:p>
                    <w:p w:rsidR="00DA3345" w:rsidRPr="002F5063" w:rsidRDefault="002101A4" w:rsidP="00A54DBA">
                      <w:pPr>
                        <w:pStyle w:val="Ttulo3"/>
                        <w:jc w:val="center"/>
                      </w:pPr>
                      <w:r>
                        <w:t>Week 28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36576" distB="36576" distL="36576" distR="36576" simplePos="0" relativeHeight="251657216" behindDoc="0" locked="0" layoutInCell="1" allowOverlap="1">
                <wp:simplePos x="0" y="0"/>
                <wp:positionH relativeFrom="page">
                  <wp:posOffset>1143000</wp:posOffset>
                </wp:positionH>
                <wp:positionV relativeFrom="page">
                  <wp:posOffset>3314700</wp:posOffset>
                </wp:positionV>
                <wp:extent cx="6057265" cy="285750"/>
                <wp:effectExtent l="0" t="0" r="635" b="0"/>
                <wp:wrapNone/>
                <wp:docPr id="5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6057265" cy="28575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00008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7" o:spid="_x0000_s1026" style="position:absolute;margin-left:90pt;margin-top:261pt;width:476.95pt;height:22.5pt;z-index:251657216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" fillcolor="navy" stroked="f" strokeweight="0" insetpen="t">
                <v:shadow color="#ccc"/>
                <o:lock v:ext="edit" shapetype="t"/>
                <v:textbox inset="2.88pt,2.88pt,2.88pt,2.88pt"/>
                <w10:wrap anchorx="page" anchory="page"/>
              </v:roundrect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36576" distB="36576" distL="36576" distR="36576" simplePos="0" relativeHeight="251656192" behindDoc="0" locked="0" layoutInCell="1" allowOverlap="1">
                <wp:simplePos x="0" y="0"/>
                <wp:positionH relativeFrom="page">
                  <wp:posOffset>1143000</wp:posOffset>
                </wp:positionH>
                <wp:positionV relativeFrom="page">
                  <wp:posOffset>2176145</wp:posOffset>
                </wp:positionV>
                <wp:extent cx="5829300" cy="617855"/>
                <wp:effectExtent l="57150" t="38100" r="76200" b="97155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5829300" cy="61785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3345" w:rsidRPr="00872ADF" w:rsidRDefault="00DA3345" w:rsidP="00F81CAA">
                            <w:pPr>
                              <w:pStyle w:val="Ttulo1"/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sz w:val="52"/>
                                <w:szCs w:val="52"/>
                              </w:rPr>
                              <w:t>H</w:t>
                            </w:r>
                            <w:r w:rsidR="002101A4">
                              <w:rPr>
                                <w:sz w:val="52"/>
                                <w:szCs w:val="52"/>
                              </w:rPr>
                              <w:t xml:space="preserve">ow we </w:t>
                            </w:r>
                            <w:proofErr w:type="spellStart"/>
                            <w:r w:rsidR="002101A4">
                              <w:rPr>
                                <w:sz w:val="52"/>
                                <w:szCs w:val="52"/>
                              </w:rPr>
                              <w:t>organis</w:t>
                            </w:r>
                            <w:r>
                              <w:rPr>
                                <w:sz w:val="52"/>
                                <w:szCs w:val="52"/>
                              </w:rPr>
                              <w:t>e</w:t>
                            </w:r>
                            <w:proofErr w:type="spellEnd"/>
                            <w:r>
                              <w:rPr>
                                <w:sz w:val="52"/>
                                <w:szCs w:val="52"/>
                              </w:rPr>
                              <w:t xml:space="preserve"> ourselves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90pt;margin-top:171.35pt;width:459pt;height:48.65pt;z-index:251656192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o:lock v:ext="edit" shapetype="t"/>
                <v:textbox style="mso-fit-shape-to-text:t" inset="2.85pt,2.85pt,2.85pt,2.85pt">
                  <w:txbxContent>
                    <w:p w:rsidR="00DA3345" w:rsidRPr="00872ADF" w:rsidRDefault="00DA3345" w:rsidP="00F81CAA">
                      <w:pPr>
                        <w:pStyle w:val="Ttulo1"/>
                        <w:jc w:val="center"/>
                        <w:rPr>
                          <w:sz w:val="52"/>
                          <w:szCs w:val="52"/>
                        </w:rPr>
                      </w:pPr>
                      <w:r>
                        <w:rPr>
                          <w:sz w:val="52"/>
                          <w:szCs w:val="52"/>
                        </w:rPr>
                        <w:t>H</w:t>
                      </w:r>
                      <w:r w:rsidR="002101A4">
                        <w:rPr>
                          <w:sz w:val="52"/>
                          <w:szCs w:val="52"/>
                        </w:rPr>
                        <w:t xml:space="preserve">ow we </w:t>
                      </w:r>
                      <w:proofErr w:type="spellStart"/>
                      <w:r w:rsidR="002101A4">
                        <w:rPr>
                          <w:sz w:val="52"/>
                          <w:szCs w:val="52"/>
                        </w:rPr>
                        <w:t>organis</w:t>
                      </w:r>
                      <w:r>
                        <w:rPr>
                          <w:sz w:val="52"/>
                          <w:szCs w:val="52"/>
                        </w:rPr>
                        <w:t>e</w:t>
                      </w:r>
                      <w:proofErr w:type="spellEnd"/>
                      <w:r>
                        <w:rPr>
                          <w:sz w:val="52"/>
                          <w:szCs w:val="52"/>
                        </w:rPr>
                        <w:t xml:space="preserve"> ourselves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36576" distB="36576" distL="36576" distR="36576" simplePos="0" relativeHeight="251655168" behindDoc="0" locked="0" layoutInCell="1" allowOverlap="1">
                <wp:simplePos x="0" y="0"/>
                <wp:positionH relativeFrom="page">
                  <wp:posOffset>800100</wp:posOffset>
                </wp:positionH>
                <wp:positionV relativeFrom="page">
                  <wp:posOffset>1600200</wp:posOffset>
                </wp:positionV>
                <wp:extent cx="4229100" cy="1752600"/>
                <wp:effectExtent l="76200" t="57150" r="76200" b="9525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4229100" cy="17526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" o:spid="_x0000_s1026" style="position:absolute;margin-left:63pt;margin-top:126pt;width:333pt;height:138pt;z-index:251655168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" fillcolor="#f79646 [3209]" strokecolor="white [3201]" strokeweight="3pt">
                <v:shadow on="t" color="black" opacity="24903f" origin=",.5" offset="0,.55556mm"/>
                <o:lock v:ext="edit" shapetype="t"/>
                <v:textbox inset="2.88pt,2.88pt,2.88pt,2.88pt"/>
                <w10:wrap anchorx="page" anchory="page"/>
              </v:roundrect>
            </w:pict>
          </mc:Fallback>
        </mc:AlternateContent>
      </w:r>
      <w:proofErr w:type="spellStart"/>
      <w:r w:rsidR="00402958">
        <w:t>Uy</w:t>
      </w:r>
      <w:proofErr w:type="spellEnd"/>
      <w:r w:rsidR="00402958">
        <w:t xml:space="preserve"> </w:t>
      </w:r>
      <w:proofErr w:type="spellStart"/>
      <w:r w:rsidR="00402958">
        <w:t>bien</w:t>
      </w:r>
      <w:proofErr w:type="spellEnd"/>
      <w:r w:rsidR="00402958">
        <w:t xml:space="preserve"> </w:t>
      </w:r>
    </w:p>
    <w:p w:rsidR="004507DF" w:rsidRDefault="00647B37">
      <w:r>
        <w:rPr>
          <w:noProof/>
          <w:lang w:val="es-CO" w:eastAsia="es-CO"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>
                <wp:simplePos x="0" y="0"/>
                <wp:positionH relativeFrom="page">
                  <wp:posOffset>3776345</wp:posOffset>
                </wp:positionH>
                <wp:positionV relativeFrom="page">
                  <wp:posOffset>3653155</wp:posOffset>
                </wp:positionV>
                <wp:extent cx="3394710" cy="6499860"/>
                <wp:effectExtent l="57150" t="38100" r="72390" b="9144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3394710" cy="649986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462B8" w:rsidRDefault="001462B8" w:rsidP="002F1B8E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b/>
                                <w:u w:val="single"/>
                                <w:lang w:val="en-US"/>
                              </w:rPr>
                            </w:pPr>
                          </w:p>
                          <w:p w:rsidR="00DA3345" w:rsidRPr="00944FC2" w:rsidRDefault="00DA3345" w:rsidP="002F1B8E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b/>
                                <w:u w:val="single"/>
                                <w:vertAlign w:val="superscript"/>
                                <w:lang w:val="en-US"/>
                              </w:rPr>
                            </w:pPr>
                            <w:bookmarkStart w:id="0" w:name="_GoBack"/>
                            <w:bookmarkEnd w:id="0"/>
                            <w:r w:rsidRPr="008C191B">
                              <w:rPr>
                                <w:b/>
                                <w:u w:val="single"/>
                                <w:lang w:val="en-US"/>
                              </w:rPr>
                              <w:t>Tuesday</w:t>
                            </w:r>
                            <w:r w:rsidR="002101A4">
                              <w:rPr>
                                <w:b/>
                                <w:u w:val="single"/>
                                <w:lang w:val="en-US"/>
                              </w:rPr>
                              <w:t xml:space="preserve">  20</w:t>
                            </w:r>
                            <w:r w:rsidRPr="00DA3345">
                              <w:rPr>
                                <w:b/>
                                <w:u w:val="single"/>
                                <w:vertAlign w:val="superscript"/>
                                <w:lang w:val="en-US"/>
                              </w:rPr>
                              <w:t>th</w:t>
                            </w:r>
                            <w:r>
                              <w:rPr>
                                <w:b/>
                                <w:u w:val="single"/>
                                <w:lang w:val="en-US"/>
                              </w:rPr>
                              <w:t xml:space="preserve"> </w:t>
                            </w:r>
                          </w:p>
                          <w:p w:rsidR="00DA3345" w:rsidRPr="00F10B09" w:rsidRDefault="00DA3345" w:rsidP="0089669C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lang w:val="en-US"/>
                              </w:rPr>
                            </w:pPr>
                            <w:r w:rsidRPr="00F10B09">
                              <w:rPr>
                                <w:lang w:val="en-US"/>
                              </w:rPr>
                              <w:t>Extra support session</w:t>
                            </w:r>
                          </w:p>
                          <w:p w:rsidR="00DA3345" w:rsidRPr="00F10B09" w:rsidRDefault="002101A4" w:rsidP="0089669C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lang w:val="en-US"/>
                              </w:rPr>
                              <w:t>Laurita</w:t>
                            </w:r>
                            <w:proofErr w:type="spellEnd"/>
                            <w:r w:rsidR="00DA3345" w:rsidRPr="00F10B09">
                              <w:rPr>
                                <w:lang w:val="en-US"/>
                              </w:rPr>
                              <w:t xml:space="preserve"> is on duty </w:t>
                            </w:r>
                          </w:p>
                          <w:p w:rsidR="00DA3345" w:rsidRPr="00F10B09" w:rsidRDefault="00DA3345" w:rsidP="002F1B8E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lang w:val="en-US"/>
                              </w:rPr>
                            </w:pPr>
                            <w:r w:rsidRPr="00F10B09">
                              <w:rPr>
                                <w:lang w:val="en-US"/>
                              </w:rPr>
                              <w:t>14:00-15:00</w:t>
                            </w:r>
                          </w:p>
                          <w:p w:rsidR="00DA3345" w:rsidRDefault="00DA3345" w:rsidP="002453DF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b/>
                                <w:u w:val="single"/>
                                <w:vertAlign w:val="superscript"/>
                                <w:lang w:val="en-US"/>
                              </w:rPr>
                            </w:pPr>
                            <w:r w:rsidRPr="008C191B">
                              <w:rPr>
                                <w:b/>
                                <w:u w:val="single"/>
                                <w:lang w:val="en-US"/>
                              </w:rPr>
                              <w:t>Wednesday</w:t>
                            </w:r>
                            <w:r w:rsidR="002101A4">
                              <w:rPr>
                                <w:b/>
                                <w:u w:val="single"/>
                                <w:lang w:val="en-US"/>
                              </w:rPr>
                              <w:t xml:space="preserve"> 21st</w:t>
                            </w:r>
                            <w:r>
                              <w:rPr>
                                <w:b/>
                                <w:u w:val="single"/>
                                <w:vertAlign w:val="superscript"/>
                                <w:lang w:val="en-US"/>
                              </w:rPr>
                              <w:t xml:space="preserve"> </w:t>
                            </w:r>
                          </w:p>
                          <w:p w:rsidR="00097FF7" w:rsidRDefault="00097FF7" w:rsidP="00097FF7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Reports third period</w:t>
                            </w:r>
                          </w:p>
                          <w:p w:rsidR="00DA3345" w:rsidRPr="00F10B09" w:rsidRDefault="00DA3345" w:rsidP="0089669C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lang w:val="en-US"/>
                              </w:rPr>
                            </w:pPr>
                            <w:r w:rsidRPr="00F10B09">
                              <w:rPr>
                                <w:lang w:val="en-US"/>
                              </w:rPr>
                              <w:t>14:00-15:00</w:t>
                            </w:r>
                          </w:p>
                          <w:p w:rsidR="00DA3345" w:rsidRDefault="00DA3345" w:rsidP="008C1C9A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b/>
                                <w:u w:val="single"/>
                                <w:lang w:val="en-US"/>
                              </w:rPr>
                            </w:pPr>
                            <w:r w:rsidRPr="00F10B09">
                              <w:rPr>
                                <w:b/>
                                <w:u w:val="single"/>
                                <w:lang w:val="en-US"/>
                              </w:rPr>
                              <w:t xml:space="preserve">Thursday </w:t>
                            </w:r>
                            <w:r w:rsidR="002101A4">
                              <w:rPr>
                                <w:b/>
                                <w:u w:val="single"/>
                                <w:lang w:val="en-US"/>
                              </w:rPr>
                              <w:t>22</w:t>
                            </w:r>
                            <w:r w:rsidR="002101A4">
                              <w:rPr>
                                <w:b/>
                                <w:u w:val="single"/>
                                <w:vertAlign w:val="superscript"/>
                                <w:lang w:val="en-US"/>
                              </w:rPr>
                              <w:t xml:space="preserve">nd </w:t>
                            </w:r>
                            <w:r>
                              <w:rPr>
                                <w:b/>
                                <w:u w:val="single"/>
                                <w:lang w:val="en-US"/>
                              </w:rPr>
                              <w:t xml:space="preserve"> </w:t>
                            </w:r>
                          </w:p>
                          <w:p w:rsidR="002101A4" w:rsidRDefault="002101A4" w:rsidP="00097FF7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Team Teaching Meeting</w:t>
                            </w:r>
                          </w:p>
                          <w:p w:rsidR="002101A4" w:rsidRDefault="002101A4" w:rsidP="00097FF7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14:00</w:t>
                            </w:r>
                          </w:p>
                          <w:p w:rsidR="00097FF7" w:rsidRDefault="002101A4" w:rsidP="00097FF7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A.V. room </w:t>
                            </w:r>
                          </w:p>
                          <w:p w:rsidR="00DA3345" w:rsidRDefault="002101A4" w:rsidP="00C807FC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b/>
                                <w:u w:val="single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u w:val="single"/>
                                <w:lang w:val="en-US"/>
                              </w:rPr>
                              <w:t>Friday 23th</w:t>
                            </w:r>
                            <w:r w:rsidR="00DA3345">
                              <w:rPr>
                                <w:b/>
                                <w:u w:val="single"/>
                                <w:lang w:val="en-US"/>
                              </w:rPr>
                              <w:t xml:space="preserve"> </w:t>
                            </w:r>
                          </w:p>
                          <w:p w:rsidR="00097FF7" w:rsidRDefault="00097FF7" w:rsidP="00097FF7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lang w:val="en-US"/>
                              </w:rPr>
                            </w:pPr>
                            <w:r w:rsidRPr="00F10B09">
                              <w:rPr>
                                <w:lang w:val="en-US"/>
                              </w:rPr>
                              <w:t xml:space="preserve">Work by pairs </w:t>
                            </w:r>
                          </w:p>
                          <w:p w:rsidR="00097FF7" w:rsidRDefault="00097FF7" w:rsidP="00097FF7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14:00-15:00</w:t>
                            </w:r>
                          </w:p>
                          <w:p w:rsidR="00DA3345" w:rsidRDefault="00DA3345" w:rsidP="00C807FC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color w:val="FFFF00"/>
                                <w:lang w:val="en-US"/>
                              </w:rPr>
                            </w:pPr>
                          </w:p>
                          <w:p w:rsidR="00DA3345" w:rsidRPr="009153F0" w:rsidRDefault="00DA3345" w:rsidP="00C807FC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color w:val="FFFF00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lang w:val="en-US"/>
                              </w:rPr>
                              <w:t xml:space="preserve">Note taker: </w:t>
                            </w:r>
                            <w:proofErr w:type="spellStart"/>
                            <w:r>
                              <w:rPr>
                                <w:b/>
                                <w:i/>
                                <w:lang w:val="en-US"/>
                              </w:rPr>
                              <w:t>Sidey</w:t>
                            </w:r>
                            <w:proofErr w:type="spellEnd"/>
                          </w:p>
                          <w:p w:rsidR="00DA3345" w:rsidRPr="008C416F" w:rsidRDefault="00DA3345" w:rsidP="00C807FC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b/>
                                <w:i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lang w:val="en-US"/>
                              </w:rPr>
                              <w:t xml:space="preserve">Time keeper:  </w:t>
                            </w:r>
                            <w:proofErr w:type="spellStart"/>
                            <w:r>
                              <w:rPr>
                                <w:b/>
                                <w:i/>
                                <w:lang w:val="en-US"/>
                              </w:rPr>
                              <w:t>Clau</w:t>
                            </w:r>
                            <w:proofErr w:type="spellEnd"/>
                          </w:p>
                          <w:p w:rsidR="00DA3345" w:rsidRDefault="00DA3345" w:rsidP="009F7310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b/>
                                <w:lang w:val="en-US"/>
                              </w:rPr>
                            </w:pPr>
                          </w:p>
                          <w:p w:rsidR="00DA3345" w:rsidRPr="00551501" w:rsidRDefault="00DA3345" w:rsidP="009F7310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i/>
                                <w:lang w:val="en-US"/>
                              </w:rPr>
                            </w:pPr>
                            <w:r w:rsidRPr="00AD13D0">
                              <w:rPr>
                                <w:b/>
                                <w:lang w:val="en-US"/>
                              </w:rPr>
                              <w:t xml:space="preserve">Dear </w:t>
                            </w:r>
                            <w:r>
                              <w:rPr>
                                <w:b/>
                                <w:lang w:val="en-US"/>
                              </w:rPr>
                              <w:t>team, this agenda is</w:t>
                            </w:r>
                            <w:r w:rsidRPr="00AD13D0">
                              <w:rPr>
                                <w:b/>
                                <w:lang w:val="en-US"/>
                              </w:rPr>
                              <w:t xml:space="preserve"> subject to change</w:t>
                            </w:r>
                            <w:r>
                              <w:rPr>
                                <w:b/>
                                <w:lang w:val="en-US"/>
                              </w:rPr>
                              <w:t>.</w:t>
                            </w:r>
                          </w:p>
                          <w:p w:rsidR="00DA3345" w:rsidRPr="00AD13D0" w:rsidRDefault="00DA3345" w:rsidP="009F7310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b/>
                                <w:lang w:val="en-US"/>
                              </w:rPr>
                            </w:pPr>
                            <w:r w:rsidRPr="00AD13D0">
                              <w:rPr>
                                <w:b/>
                                <w:lang w:val="en-US"/>
                              </w:rPr>
                              <w:t xml:space="preserve"> </w:t>
                            </w:r>
                          </w:p>
                          <w:p w:rsidR="00DA3345" w:rsidRPr="00AD13D0" w:rsidRDefault="00DA3345" w:rsidP="009F7310">
                            <w:pPr>
                              <w:pStyle w:val="Prrafodelista"/>
                              <w:spacing w:after="0"/>
                              <w:rPr>
                                <w:b/>
                                <w:lang w:val="en-US"/>
                              </w:rPr>
                            </w:pPr>
                          </w:p>
                          <w:p w:rsidR="00DA3345" w:rsidRPr="00D02D5F" w:rsidRDefault="00DA3345" w:rsidP="007B4A9B">
                            <w:pPr>
                              <w:pStyle w:val="listtext"/>
                            </w:pP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0" type="#_x0000_t202" style="position:absolute;margin-left:297.35pt;margin-top:287.65pt;width:267.3pt;height:511.8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o:lock v:ext="edit" shapetype="t"/>
                <v:textbox inset="2.85pt,2.85pt,2.85pt,2.85pt">
                  <w:txbxContent>
                    <w:p w:rsidR="001462B8" w:rsidRDefault="001462B8" w:rsidP="002F1B8E">
                      <w:pPr>
                        <w:pStyle w:val="Prrafodelista"/>
                        <w:spacing w:after="0"/>
                        <w:ind w:left="0"/>
                        <w:rPr>
                          <w:b/>
                          <w:u w:val="single"/>
                          <w:lang w:val="en-US"/>
                        </w:rPr>
                      </w:pPr>
                    </w:p>
                    <w:p w:rsidR="00DA3345" w:rsidRPr="00944FC2" w:rsidRDefault="00DA3345" w:rsidP="002F1B8E">
                      <w:pPr>
                        <w:pStyle w:val="Prrafodelista"/>
                        <w:spacing w:after="0"/>
                        <w:ind w:left="0"/>
                        <w:rPr>
                          <w:b/>
                          <w:u w:val="single"/>
                          <w:vertAlign w:val="superscript"/>
                          <w:lang w:val="en-US"/>
                        </w:rPr>
                      </w:pPr>
                      <w:bookmarkStart w:id="1" w:name="_GoBack"/>
                      <w:bookmarkEnd w:id="1"/>
                      <w:r w:rsidRPr="008C191B">
                        <w:rPr>
                          <w:b/>
                          <w:u w:val="single"/>
                          <w:lang w:val="en-US"/>
                        </w:rPr>
                        <w:t>Tuesday</w:t>
                      </w:r>
                      <w:r w:rsidR="002101A4">
                        <w:rPr>
                          <w:b/>
                          <w:u w:val="single"/>
                          <w:lang w:val="en-US"/>
                        </w:rPr>
                        <w:t xml:space="preserve">  20</w:t>
                      </w:r>
                      <w:r w:rsidRPr="00DA3345">
                        <w:rPr>
                          <w:b/>
                          <w:u w:val="single"/>
                          <w:vertAlign w:val="superscript"/>
                          <w:lang w:val="en-US"/>
                        </w:rPr>
                        <w:t>th</w:t>
                      </w:r>
                      <w:r>
                        <w:rPr>
                          <w:b/>
                          <w:u w:val="single"/>
                          <w:lang w:val="en-US"/>
                        </w:rPr>
                        <w:t xml:space="preserve"> </w:t>
                      </w:r>
                    </w:p>
                    <w:p w:rsidR="00DA3345" w:rsidRPr="00F10B09" w:rsidRDefault="00DA3345" w:rsidP="0089669C">
                      <w:pPr>
                        <w:pStyle w:val="Prrafodelista"/>
                        <w:spacing w:after="0"/>
                        <w:ind w:left="0"/>
                        <w:rPr>
                          <w:lang w:val="en-US"/>
                        </w:rPr>
                      </w:pPr>
                      <w:r w:rsidRPr="00F10B09">
                        <w:rPr>
                          <w:lang w:val="en-US"/>
                        </w:rPr>
                        <w:t>Extra support session</w:t>
                      </w:r>
                    </w:p>
                    <w:p w:rsidR="00DA3345" w:rsidRPr="00F10B09" w:rsidRDefault="002101A4" w:rsidP="0089669C">
                      <w:pPr>
                        <w:pStyle w:val="Prrafodelista"/>
                        <w:spacing w:after="0"/>
                        <w:ind w:left="0"/>
                        <w:rPr>
                          <w:lang w:val="en-US"/>
                        </w:rPr>
                      </w:pPr>
                      <w:proofErr w:type="spellStart"/>
                      <w:r>
                        <w:rPr>
                          <w:lang w:val="en-US"/>
                        </w:rPr>
                        <w:t>Laurita</w:t>
                      </w:r>
                      <w:proofErr w:type="spellEnd"/>
                      <w:r w:rsidR="00DA3345" w:rsidRPr="00F10B09">
                        <w:rPr>
                          <w:lang w:val="en-US"/>
                        </w:rPr>
                        <w:t xml:space="preserve"> is on duty </w:t>
                      </w:r>
                    </w:p>
                    <w:p w:rsidR="00DA3345" w:rsidRPr="00F10B09" w:rsidRDefault="00DA3345" w:rsidP="002F1B8E">
                      <w:pPr>
                        <w:pStyle w:val="Prrafodelista"/>
                        <w:spacing w:after="0"/>
                        <w:ind w:left="0"/>
                        <w:rPr>
                          <w:lang w:val="en-US"/>
                        </w:rPr>
                      </w:pPr>
                      <w:r w:rsidRPr="00F10B09">
                        <w:rPr>
                          <w:lang w:val="en-US"/>
                        </w:rPr>
                        <w:t>14:00-15:00</w:t>
                      </w:r>
                    </w:p>
                    <w:p w:rsidR="00DA3345" w:rsidRDefault="00DA3345" w:rsidP="002453DF">
                      <w:pPr>
                        <w:pStyle w:val="Prrafodelista"/>
                        <w:spacing w:after="0"/>
                        <w:ind w:left="0"/>
                        <w:rPr>
                          <w:b/>
                          <w:u w:val="single"/>
                          <w:vertAlign w:val="superscript"/>
                          <w:lang w:val="en-US"/>
                        </w:rPr>
                      </w:pPr>
                      <w:r w:rsidRPr="008C191B">
                        <w:rPr>
                          <w:b/>
                          <w:u w:val="single"/>
                          <w:lang w:val="en-US"/>
                        </w:rPr>
                        <w:t>Wednesday</w:t>
                      </w:r>
                      <w:r w:rsidR="002101A4">
                        <w:rPr>
                          <w:b/>
                          <w:u w:val="single"/>
                          <w:lang w:val="en-US"/>
                        </w:rPr>
                        <w:t xml:space="preserve"> 21st</w:t>
                      </w:r>
                      <w:r>
                        <w:rPr>
                          <w:b/>
                          <w:u w:val="single"/>
                          <w:vertAlign w:val="superscript"/>
                          <w:lang w:val="en-US"/>
                        </w:rPr>
                        <w:t xml:space="preserve"> </w:t>
                      </w:r>
                    </w:p>
                    <w:p w:rsidR="00097FF7" w:rsidRDefault="00097FF7" w:rsidP="00097FF7">
                      <w:pPr>
                        <w:pStyle w:val="Prrafodelista"/>
                        <w:spacing w:after="0"/>
                        <w:ind w:left="0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Reports third period</w:t>
                      </w:r>
                    </w:p>
                    <w:p w:rsidR="00DA3345" w:rsidRPr="00F10B09" w:rsidRDefault="00DA3345" w:rsidP="0089669C">
                      <w:pPr>
                        <w:pStyle w:val="Prrafodelista"/>
                        <w:spacing w:after="0"/>
                        <w:ind w:left="0"/>
                        <w:rPr>
                          <w:lang w:val="en-US"/>
                        </w:rPr>
                      </w:pPr>
                      <w:r w:rsidRPr="00F10B09">
                        <w:rPr>
                          <w:lang w:val="en-US"/>
                        </w:rPr>
                        <w:t>14:00-15:00</w:t>
                      </w:r>
                    </w:p>
                    <w:p w:rsidR="00DA3345" w:rsidRDefault="00DA3345" w:rsidP="008C1C9A">
                      <w:pPr>
                        <w:pStyle w:val="Prrafodelista"/>
                        <w:spacing w:after="0"/>
                        <w:ind w:left="0"/>
                        <w:rPr>
                          <w:b/>
                          <w:u w:val="single"/>
                          <w:lang w:val="en-US"/>
                        </w:rPr>
                      </w:pPr>
                      <w:r w:rsidRPr="00F10B09">
                        <w:rPr>
                          <w:b/>
                          <w:u w:val="single"/>
                          <w:lang w:val="en-US"/>
                        </w:rPr>
                        <w:t xml:space="preserve">Thursday </w:t>
                      </w:r>
                      <w:r w:rsidR="002101A4">
                        <w:rPr>
                          <w:b/>
                          <w:u w:val="single"/>
                          <w:lang w:val="en-US"/>
                        </w:rPr>
                        <w:t>22</w:t>
                      </w:r>
                      <w:r w:rsidR="002101A4">
                        <w:rPr>
                          <w:b/>
                          <w:u w:val="single"/>
                          <w:vertAlign w:val="superscript"/>
                          <w:lang w:val="en-US"/>
                        </w:rPr>
                        <w:t xml:space="preserve">nd </w:t>
                      </w:r>
                      <w:r>
                        <w:rPr>
                          <w:b/>
                          <w:u w:val="single"/>
                          <w:lang w:val="en-US"/>
                        </w:rPr>
                        <w:t xml:space="preserve"> </w:t>
                      </w:r>
                    </w:p>
                    <w:p w:rsidR="002101A4" w:rsidRDefault="002101A4" w:rsidP="00097FF7">
                      <w:pPr>
                        <w:pStyle w:val="Prrafodelista"/>
                        <w:spacing w:after="0"/>
                        <w:ind w:left="0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Team Teaching Meeting</w:t>
                      </w:r>
                    </w:p>
                    <w:p w:rsidR="002101A4" w:rsidRDefault="002101A4" w:rsidP="00097FF7">
                      <w:pPr>
                        <w:pStyle w:val="Prrafodelista"/>
                        <w:spacing w:after="0"/>
                        <w:ind w:left="0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14:00</w:t>
                      </w:r>
                    </w:p>
                    <w:p w:rsidR="00097FF7" w:rsidRDefault="002101A4" w:rsidP="00097FF7">
                      <w:pPr>
                        <w:pStyle w:val="Prrafodelista"/>
                        <w:spacing w:after="0"/>
                        <w:ind w:left="0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A.V. room </w:t>
                      </w:r>
                    </w:p>
                    <w:p w:rsidR="00DA3345" w:rsidRDefault="002101A4" w:rsidP="00C807FC">
                      <w:pPr>
                        <w:pStyle w:val="Prrafodelista"/>
                        <w:spacing w:after="0"/>
                        <w:ind w:left="0"/>
                        <w:rPr>
                          <w:b/>
                          <w:u w:val="single"/>
                          <w:lang w:val="en-US"/>
                        </w:rPr>
                      </w:pPr>
                      <w:r>
                        <w:rPr>
                          <w:b/>
                          <w:u w:val="single"/>
                          <w:lang w:val="en-US"/>
                        </w:rPr>
                        <w:t>Friday 23th</w:t>
                      </w:r>
                      <w:r w:rsidR="00DA3345">
                        <w:rPr>
                          <w:b/>
                          <w:u w:val="single"/>
                          <w:lang w:val="en-US"/>
                        </w:rPr>
                        <w:t xml:space="preserve"> </w:t>
                      </w:r>
                    </w:p>
                    <w:p w:rsidR="00097FF7" w:rsidRDefault="00097FF7" w:rsidP="00097FF7">
                      <w:pPr>
                        <w:pStyle w:val="Prrafodelista"/>
                        <w:spacing w:after="0"/>
                        <w:ind w:left="0"/>
                        <w:rPr>
                          <w:lang w:val="en-US"/>
                        </w:rPr>
                      </w:pPr>
                      <w:r w:rsidRPr="00F10B09">
                        <w:rPr>
                          <w:lang w:val="en-US"/>
                        </w:rPr>
                        <w:t xml:space="preserve">Work by pairs </w:t>
                      </w:r>
                    </w:p>
                    <w:p w:rsidR="00097FF7" w:rsidRDefault="00097FF7" w:rsidP="00097FF7">
                      <w:pPr>
                        <w:pStyle w:val="Prrafodelista"/>
                        <w:spacing w:after="0"/>
                        <w:ind w:left="0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14:00-15:00</w:t>
                      </w:r>
                    </w:p>
                    <w:p w:rsidR="00DA3345" w:rsidRDefault="00DA3345" w:rsidP="00C807FC">
                      <w:pPr>
                        <w:pStyle w:val="Prrafodelista"/>
                        <w:spacing w:after="0"/>
                        <w:ind w:left="0"/>
                        <w:rPr>
                          <w:color w:val="FFFF00"/>
                          <w:lang w:val="en-US"/>
                        </w:rPr>
                      </w:pPr>
                    </w:p>
                    <w:p w:rsidR="00DA3345" w:rsidRPr="009153F0" w:rsidRDefault="00DA3345" w:rsidP="00C807FC">
                      <w:pPr>
                        <w:pStyle w:val="Prrafodelista"/>
                        <w:spacing w:after="0"/>
                        <w:ind w:left="0"/>
                        <w:rPr>
                          <w:color w:val="FFFF00"/>
                          <w:lang w:val="en-US"/>
                        </w:rPr>
                      </w:pPr>
                      <w:r>
                        <w:rPr>
                          <w:b/>
                          <w:i/>
                          <w:lang w:val="en-US"/>
                        </w:rPr>
                        <w:t xml:space="preserve">Note taker: </w:t>
                      </w:r>
                      <w:proofErr w:type="spellStart"/>
                      <w:r>
                        <w:rPr>
                          <w:b/>
                          <w:i/>
                          <w:lang w:val="en-US"/>
                        </w:rPr>
                        <w:t>Sidey</w:t>
                      </w:r>
                      <w:proofErr w:type="spellEnd"/>
                    </w:p>
                    <w:p w:rsidR="00DA3345" w:rsidRPr="008C416F" w:rsidRDefault="00DA3345" w:rsidP="00C807FC">
                      <w:pPr>
                        <w:pStyle w:val="Prrafodelista"/>
                        <w:spacing w:after="0"/>
                        <w:ind w:left="0"/>
                        <w:rPr>
                          <w:b/>
                          <w:i/>
                          <w:lang w:val="en-US"/>
                        </w:rPr>
                      </w:pPr>
                      <w:r>
                        <w:rPr>
                          <w:b/>
                          <w:i/>
                          <w:lang w:val="en-US"/>
                        </w:rPr>
                        <w:t xml:space="preserve">Time keeper:  </w:t>
                      </w:r>
                      <w:proofErr w:type="spellStart"/>
                      <w:r>
                        <w:rPr>
                          <w:b/>
                          <w:i/>
                          <w:lang w:val="en-US"/>
                        </w:rPr>
                        <w:t>Clau</w:t>
                      </w:r>
                      <w:proofErr w:type="spellEnd"/>
                    </w:p>
                    <w:p w:rsidR="00DA3345" w:rsidRDefault="00DA3345" w:rsidP="009F7310">
                      <w:pPr>
                        <w:pStyle w:val="Prrafodelista"/>
                        <w:spacing w:after="0"/>
                        <w:ind w:left="0"/>
                        <w:rPr>
                          <w:b/>
                          <w:lang w:val="en-US"/>
                        </w:rPr>
                      </w:pPr>
                    </w:p>
                    <w:p w:rsidR="00DA3345" w:rsidRPr="00551501" w:rsidRDefault="00DA3345" w:rsidP="009F7310">
                      <w:pPr>
                        <w:pStyle w:val="Prrafodelista"/>
                        <w:spacing w:after="0"/>
                        <w:ind w:left="0"/>
                        <w:rPr>
                          <w:i/>
                          <w:lang w:val="en-US"/>
                        </w:rPr>
                      </w:pPr>
                      <w:r w:rsidRPr="00AD13D0">
                        <w:rPr>
                          <w:b/>
                          <w:lang w:val="en-US"/>
                        </w:rPr>
                        <w:t xml:space="preserve">Dear </w:t>
                      </w:r>
                      <w:r>
                        <w:rPr>
                          <w:b/>
                          <w:lang w:val="en-US"/>
                        </w:rPr>
                        <w:t>team, this agenda is</w:t>
                      </w:r>
                      <w:r w:rsidRPr="00AD13D0">
                        <w:rPr>
                          <w:b/>
                          <w:lang w:val="en-US"/>
                        </w:rPr>
                        <w:t xml:space="preserve"> subject to change</w:t>
                      </w:r>
                      <w:r>
                        <w:rPr>
                          <w:b/>
                          <w:lang w:val="en-US"/>
                        </w:rPr>
                        <w:t>.</w:t>
                      </w:r>
                    </w:p>
                    <w:p w:rsidR="00DA3345" w:rsidRPr="00AD13D0" w:rsidRDefault="00DA3345" w:rsidP="009F7310">
                      <w:pPr>
                        <w:pStyle w:val="Prrafodelista"/>
                        <w:spacing w:after="0"/>
                        <w:ind w:left="0"/>
                        <w:rPr>
                          <w:b/>
                          <w:lang w:val="en-US"/>
                        </w:rPr>
                      </w:pPr>
                      <w:r w:rsidRPr="00AD13D0">
                        <w:rPr>
                          <w:b/>
                          <w:lang w:val="en-US"/>
                        </w:rPr>
                        <w:t xml:space="preserve"> </w:t>
                      </w:r>
                    </w:p>
                    <w:p w:rsidR="00DA3345" w:rsidRPr="00AD13D0" w:rsidRDefault="00DA3345" w:rsidP="009F7310">
                      <w:pPr>
                        <w:pStyle w:val="Prrafodelista"/>
                        <w:spacing w:after="0"/>
                        <w:rPr>
                          <w:b/>
                          <w:lang w:val="en-US"/>
                        </w:rPr>
                      </w:pPr>
                    </w:p>
                    <w:p w:rsidR="00DA3345" w:rsidRPr="00D02D5F" w:rsidRDefault="00DA3345" w:rsidP="007B4A9B">
                      <w:pPr>
                        <w:pStyle w:val="list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CB77B4" w:rsidRPr="0011176B">
        <w:t xml:space="preserve"> </w:t>
      </w:r>
    </w:p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Default="004507DF" w:rsidP="004507DF"/>
    <w:p w:rsidR="003E6F76" w:rsidRPr="004507DF" w:rsidRDefault="004507DF" w:rsidP="004507DF">
      <w:pPr>
        <w:tabs>
          <w:tab w:val="left" w:pos="3233"/>
        </w:tabs>
        <w:rPr>
          <w:b/>
        </w:rPr>
      </w:pPr>
      <w:r>
        <w:tab/>
      </w:r>
    </w:p>
    <w:sectPr w:rsidR="003E6F76" w:rsidRPr="004507DF" w:rsidSect="008C1A9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ullet1"/>
      </v:shape>
    </w:pict>
  </w:numPicBullet>
  <w:numPicBullet w:numPicBulletId="1">
    <w:pict>
      <v:shape id="_x0000_i1027" type="#_x0000_t75" style="width:9pt;height:9pt" o:bullet="t">
        <v:imagedata r:id="rId2" o:title="bullet2"/>
      </v:shape>
    </w:pict>
  </w:numPicBullet>
  <w:numPicBullet w:numPicBulletId="2">
    <w:pict>
      <v:shape id="_x0000_i1028" type="#_x0000_t75" style="width:9pt;height:9pt" o:bullet="t">
        <v:imagedata r:id="rId3" o:title="bullet3"/>
      </v:shape>
    </w:pict>
  </w:numPicBullet>
  <w:abstractNum w:abstractNumId="0">
    <w:nsid w:val="23150C36"/>
    <w:multiLevelType w:val="hybridMultilevel"/>
    <w:tmpl w:val="310E3F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A0B6B21"/>
    <w:multiLevelType w:val="hybridMultilevel"/>
    <w:tmpl w:val="856CE7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A675075"/>
    <w:multiLevelType w:val="multilevel"/>
    <w:tmpl w:val="CA9A18A6"/>
    <w:lvl w:ilvl="0">
      <w:start w:val="1"/>
      <w:numFmt w:val="bullet"/>
      <w:lvlText w:val=""/>
      <w:lvlPicBulletId w:val="0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PicBulletId w:val="1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PicBulletId w:val="2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">
    <w:nsid w:val="401D5835"/>
    <w:multiLevelType w:val="hybridMultilevel"/>
    <w:tmpl w:val="46081C0E"/>
    <w:lvl w:ilvl="0" w:tplc="23061636">
      <w:start w:val="7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240A0019">
      <w:start w:val="1"/>
      <w:numFmt w:val="lowerLetter"/>
      <w:lvlText w:val="%2."/>
      <w:lvlJc w:val="left"/>
      <w:pPr>
        <w:ind w:left="720" w:hanging="360"/>
      </w:pPr>
    </w:lvl>
    <w:lvl w:ilvl="2" w:tplc="240A001B">
      <w:start w:val="1"/>
      <w:numFmt w:val="lowerRoman"/>
      <w:lvlText w:val="%3."/>
      <w:lvlJc w:val="right"/>
      <w:pPr>
        <w:ind w:left="1440" w:hanging="180"/>
      </w:pPr>
    </w:lvl>
    <w:lvl w:ilvl="3" w:tplc="240A000F">
      <w:start w:val="1"/>
      <w:numFmt w:val="decimal"/>
      <w:lvlText w:val="%4."/>
      <w:lvlJc w:val="left"/>
      <w:pPr>
        <w:ind w:left="2160" w:hanging="360"/>
      </w:pPr>
    </w:lvl>
    <w:lvl w:ilvl="4" w:tplc="240A0019">
      <w:start w:val="1"/>
      <w:numFmt w:val="lowerLetter"/>
      <w:lvlText w:val="%5."/>
      <w:lvlJc w:val="left"/>
      <w:pPr>
        <w:ind w:left="2880" w:hanging="360"/>
      </w:pPr>
    </w:lvl>
    <w:lvl w:ilvl="5" w:tplc="240A001B">
      <w:start w:val="1"/>
      <w:numFmt w:val="lowerRoman"/>
      <w:lvlText w:val="%6."/>
      <w:lvlJc w:val="right"/>
      <w:pPr>
        <w:ind w:left="3600" w:hanging="180"/>
      </w:pPr>
    </w:lvl>
    <w:lvl w:ilvl="6" w:tplc="240A000F">
      <w:start w:val="1"/>
      <w:numFmt w:val="decimal"/>
      <w:lvlText w:val="%7."/>
      <w:lvlJc w:val="left"/>
      <w:pPr>
        <w:ind w:left="4320" w:hanging="360"/>
      </w:pPr>
    </w:lvl>
    <w:lvl w:ilvl="7" w:tplc="240A0019">
      <w:start w:val="1"/>
      <w:numFmt w:val="lowerLetter"/>
      <w:lvlText w:val="%8."/>
      <w:lvlJc w:val="left"/>
      <w:pPr>
        <w:ind w:left="5040" w:hanging="360"/>
      </w:pPr>
    </w:lvl>
    <w:lvl w:ilvl="8" w:tplc="240A001B">
      <w:start w:val="1"/>
      <w:numFmt w:val="lowerRoman"/>
      <w:lvlText w:val="%9."/>
      <w:lvlJc w:val="right"/>
      <w:pPr>
        <w:ind w:left="5760" w:hanging="180"/>
      </w:pPr>
    </w:lvl>
  </w:abstractNum>
  <w:abstractNum w:abstractNumId="4">
    <w:nsid w:val="40E560DA"/>
    <w:multiLevelType w:val="hybridMultilevel"/>
    <w:tmpl w:val="BCC09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E20AFD"/>
    <w:multiLevelType w:val="multilevel"/>
    <w:tmpl w:val="CA9A18A6"/>
    <w:lvl w:ilvl="0">
      <w:start w:val="1"/>
      <w:numFmt w:val="bullet"/>
      <w:pStyle w:val="listtext"/>
      <w:lvlText w:val=""/>
      <w:lvlPicBulletId w:val="0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PicBulletId w:val="1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PicBulletId w:val="2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6395202D"/>
    <w:multiLevelType w:val="hybridMultilevel"/>
    <w:tmpl w:val="2AF6A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7002537"/>
    <w:multiLevelType w:val="hybridMultilevel"/>
    <w:tmpl w:val="C2F24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7F212B"/>
    <w:multiLevelType w:val="hybridMultilevel"/>
    <w:tmpl w:val="646CD7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E269E8"/>
    <w:multiLevelType w:val="hybridMultilevel"/>
    <w:tmpl w:val="0798A2C6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0">
    <w:nsid w:val="7E3E6DB0"/>
    <w:multiLevelType w:val="multilevel"/>
    <w:tmpl w:val="6150D6EC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ascii="Helvetica" w:hAnsi="Helvetica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5"/>
  </w:num>
  <w:num w:numId="2">
    <w:abstractNumId w:val="10"/>
  </w:num>
  <w:num w:numId="3">
    <w:abstractNumId w:val="2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7"/>
  </w:num>
  <w:num w:numId="8">
    <w:abstractNumId w:val="0"/>
  </w:num>
  <w:num w:numId="9">
    <w:abstractNumId w:val="9"/>
  </w:num>
  <w:num w:numId="10">
    <w:abstractNumId w:val="8"/>
  </w:num>
  <w:num w:numId="11">
    <w:abstractNumId w:val="4"/>
  </w:num>
  <w:num w:numId="12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310"/>
    <w:rsid w:val="00026942"/>
    <w:rsid w:val="00027907"/>
    <w:rsid w:val="000337CF"/>
    <w:rsid w:val="00034852"/>
    <w:rsid w:val="00054016"/>
    <w:rsid w:val="00057DF2"/>
    <w:rsid w:val="00071649"/>
    <w:rsid w:val="00072EE0"/>
    <w:rsid w:val="000766EC"/>
    <w:rsid w:val="00077C40"/>
    <w:rsid w:val="00097FF7"/>
    <w:rsid w:val="000A1CF2"/>
    <w:rsid w:val="000C4E2C"/>
    <w:rsid w:val="000C586F"/>
    <w:rsid w:val="000D1B09"/>
    <w:rsid w:val="000E62D4"/>
    <w:rsid w:val="000F49A7"/>
    <w:rsid w:val="0011176B"/>
    <w:rsid w:val="00113BB1"/>
    <w:rsid w:val="00123FA2"/>
    <w:rsid w:val="001241B6"/>
    <w:rsid w:val="00131724"/>
    <w:rsid w:val="00135580"/>
    <w:rsid w:val="001420CD"/>
    <w:rsid w:val="001462B8"/>
    <w:rsid w:val="001504EA"/>
    <w:rsid w:val="00180D0B"/>
    <w:rsid w:val="001841A1"/>
    <w:rsid w:val="00197A0E"/>
    <w:rsid w:val="001A65D7"/>
    <w:rsid w:val="001B30A0"/>
    <w:rsid w:val="001C6BE5"/>
    <w:rsid w:val="001E10AA"/>
    <w:rsid w:val="001E1F18"/>
    <w:rsid w:val="0020166D"/>
    <w:rsid w:val="002063A2"/>
    <w:rsid w:val="002101A4"/>
    <w:rsid w:val="00214EEB"/>
    <w:rsid w:val="00221A02"/>
    <w:rsid w:val="00235996"/>
    <w:rsid w:val="00240415"/>
    <w:rsid w:val="002453DF"/>
    <w:rsid w:val="00251D4B"/>
    <w:rsid w:val="0027353D"/>
    <w:rsid w:val="00273B22"/>
    <w:rsid w:val="00273E21"/>
    <w:rsid w:val="002753B8"/>
    <w:rsid w:val="002844B2"/>
    <w:rsid w:val="002850E3"/>
    <w:rsid w:val="002925C4"/>
    <w:rsid w:val="0029670C"/>
    <w:rsid w:val="002A776A"/>
    <w:rsid w:val="002B1986"/>
    <w:rsid w:val="002B3856"/>
    <w:rsid w:val="002E3FBC"/>
    <w:rsid w:val="002F1B8E"/>
    <w:rsid w:val="002F3FE1"/>
    <w:rsid w:val="002F5063"/>
    <w:rsid w:val="002F7495"/>
    <w:rsid w:val="0030236F"/>
    <w:rsid w:val="00302501"/>
    <w:rsid w:val="00305060"/>
    <w:rsid w:val="00315581"/>
    <w:rsid w:val="0031777C"/>
    <w:rsid w:val="003225C2"/>
    <w:rsid w:val="00322FF8"/>
    <w:rsid w:val="00334BD5"/>
    <w:rsid w:val="00337EDC"/>
    <w:rsid w:val="0034135A"/>
    <w:rsid w:val="0035102A"/>
    <w:rsid w:val="00355EA3"/>
    <w:rsid w:val="0036495B"/>
    <w:rsid w:val="00365154"/>
    <w:rsid w:val="003702D3"/>
    <w:rsid w:val="003709B7"/>
    <w:rsid w:val="00386843"/>
    <w:rsid w:val="003A16B6"/>
    <w:rsid w:val="003A1F36"/>
    <w:rsid w:val="003A5449"/>
    <w:rsid w:val="003C2482"/>
    <w:rsid w:val="003D16CA"/>
    <w:rsid w:val="003D29B0"/>
    <w:rsid w:val="003D6A55"/>
    <w:rsid w:val="003E4D23"/>
    <w:rsid w:val="003E6F76"/>
    <w:rsid w:val="00400C15"/>
    <w:rsid w:val="00402958"/>
    <w:rsid w:val="00407372"/>
    <w:rsid w:val="00407DD4"/>
    <w:rsid w:val="00431084"/>
    <w:rsid w:val="00433BF5"/>
    <w:rsid w:val="004432CD"/>
    <w:rsid w:val="0044508F"/>
    <w:rsid w:val="004507DF"/>
    <w:rsid w:val="004542B8"/>
    <w:rsid w:val="00454DAE"/>
    <w:rsid w:val="00476AAE"/>
    <w:rsid w:val="00477A25"/>
    <w:rsid w:val="00490902"/>
    <w:rsid w:val="004A04A1"/>
    <w:rsid w:val="004A2962"/>
    <w:rsid w:val="004B0222"/>
    <w:rsid w:val="004B043A"/>
    <w:rsid w:val="004C2F04"/>
    <w:rsid w:val="004D0416"/>
    <w:rsid w:val="004D393D"/>
    <w:rsid w:val="004D3FDA"/>
    <w:rsid w:val="004E49E3"/>
    <w:rsid w:val="004F2E41"/>
    <w:rsid w:val="004F5312"/>
    <w:rsid w:val="004F7EAA"/>
    <w:rsid w:val="0050156B"/>
    <w:rsid w:val="005034DD"/>
    <w:rsid w:val="00506068"/>
    <w:rsid w:val="00517A59"/>
    <w:rsid w:val="00517B3F"/>
    <w:rsid w:val="00521E13"/>
    <w:rsid w:val="00523419"/>
    <w:rsid w:val="0053546C"/>
    <w:rsid w:val="00546961"/>
    <w:rsid w:val="00551501"/>
    <w:rsid w:val="005619C2"/>
    <w:rsid w:val="00573944"/>
    <w:rsid w:val="00583417"/>
    <w:rsid w:val="00585CD6"/>
    <w:rsid w:val="005926DA"/>
    <w:rsid w:val="00592D16"/>
    <w:rsid w:val="00594E62"/>
    <w:rsid w:val="0059671A"/>
    <w:rsid w:val="005B0EB6"/>
    <w:rsid w:val="005D6755"/>
    <w:rsid w:val="005E437E"/>
    <w:rsid w:val="005F3331"/>
    <w:rsid w:val="00605F95"/>
    <w:rsid w:val="006074A9"/>
    <w:rsid w:val="00624120"/>
    <w:rsid w:val="00625E0C"/>
    <w:rsid w:val="00627239"/>
    <w:rsid w:val="00647B37"/>
    <w:rsid w:val="006508A0"/>
    <w:rsid w:val="0067569B"/>
    <w:rsid w:val="00677860"/>
    <w:rsid w:val="00681CD8"/>
    <w:rsid w:val="0068338D"/>
    <w:rsid w:val="0068711C"/>
    <w:rsid w:val="006903F6"/>
    <w:rsid w:val="00697273"/>
    <w:rsid w:val="006B374F"/>
    <w:rsid w:val="006C5181"/>
    <w:rsid w:val="006D1619"/>
    <w:rsid w:val="006D2BD9"/>
    <w:rsid w:val="006E7467"/>
    <w:rsid w:val="00716C35"/>
    <w:rsid w:val="00723DE6"/>
    <w:rsid w:val="0073457E"/>
    <w:rsid w:val="007374F2"/>
    <w:rsid w:val="00756E79"/>
    <w:rsid w:val="007574F4"/>
    <w:rsid w:val="00762211"/>
    <w:rsid w:val="00762E04"/>
    <w:rsid w:val="007762AA"/>
    <w:rsid w:val="00794F67"/>
    <w:rsid w:val="007A2FBD"/>
    <w:rsid w:val="007A5408"/>
    <w:rsid w:val="007B3D45"/>
    <w:rsid w:val="007B4A9B"/>
    <w:rsid w:val="007B5F67"/>
    <w:rsid w:val="007B714E"/>
    <w:rsid w:val="007C1CBE"/>
    <w:rsid w:val="007C3C6F"/>
    <w:rsid w:val="007C432B"/>
    <w:rsid w:val="007C67DB"/>
    <w:rsid w:val="007C6FE5"/>
    <w:rsid w:val="007D4279"/>
    <w:rsid w:val="007E46E2"/>
    <w:rsid w:val="008252ED"/>
    <w:rsid w:val="00825683"/>
    <w:rsid w:val="00826FC2"/>
    <w:rsid w:val="00840B9D"/>
    <w:rsid w:val="0085078E"/>
    <w:rsid w:val="00851F4E"/>
    <w:rsid w:val="00862922"/>
    <w:rsid w:val="00862C37"/>
    <w:rsid w:val="00872ADF"/>
    <w:rsid w:val="00875F91"/>
    <w:rsid w:val="00891B8C"/>
    <w:rsid w:val="0089669C"/>
    <w:rsid w:val="00897B79"/>
    <w:rsid w:val="008C191B"/>
    <w:rsid w:val="008C1A9F"/>
    <w:rsid w:val="008C1C9A"/>
    <w:rsid w:val="008C416F"/>
    <w:rsid w:val="008C7AF3"/>
    <w:rsid w:val="008D04A0"/>
    <w:rsid w:val="008D398E"/>
    <w:rsid w:val="008D446D"/>
    <w:rsid w:val="008E5326"/>
    <w:rsid w:val="008F46B8"/>
    <w:rsid w:val="009153F0"/>
    <w:rsid w:val="00925900"/>
    <w:rsid w:val="00941F64"/>
    <w:rsid w:val="00944FC2"/>
    <w:rsid w:val="00957A17"/>
    <w:rsid w:val="009640D6"/>
    <w:rsid w:val="009652B1"/>
    <w:rsid w:val="00976B22"/>
    <w:rsid w:val="00980BF0"/>
    <w:rsid w:val="009876CA"/>
    <w:rsid w:val="009A26AD"/>
    <w:rsid w:val="009A2AD7"/>
    <w:rsid w:val="009A7AB4"/>
    <w:rsid w:val="009A7F5B"/>
    <w:rsid w:val="009B1EB1"/>
    <w:rsid w:val="009B2E21"/>
    <w:rsid w:val="009B4F5B"/>
    <w:rsid w:val="009D4F63"/>
    <w:rsid w:val="009F0AD3"/>
    <w:rsid w:val="009F5DC3"/>
    <w:rsid w:val="009F5F5D"/>
    <w:rsid w:val="009F7310"/>
    <w:rsid w:val="00A07CFD"/>
    <w:rsid w:val="00A119E4"/>
    <w:rsid w:val="00A120C0"/>
    <w:rsid w:val="00A272EF"/>
    <w:rsid w:val="00A406CF"/>
    <w:rsid w:val="00A41B80"/>
    <w:rsid w:val="00A420C6"/>
    <w:rsid w:val="00A45A9E"/>
    <w:rsid w:val="00A46B19"/>
    <w:rsid w:val="00A53D1F"/>
    <w:rsid w:val="00A54DBA"/>
    <w:rsid w:val="00A71727"/>
    <w:rsid w:val="00A73D01"/>
    <w:rsid w:val="00A97C2D"/>
    <w:rsid w:val="00AA54DC"/>
    <w:rsid w:val="00AC00DA"/>
    <w:rsid w:val="00AC2735"/>
    <w:rsid w:val="00AC75B4"/>
    <w:rsid w:val="00AD13D0"/>
    <w:rsid w:val="00AD6E29"/>
    <w:rsid w:val="00AF3F5D"/>
    <w:rsid w:val="00B12013"/>
    <w:rsid w:val="00B12BF3"/>
    <w:rsid w:val="00B1675C"/>
    <w:rsid w:val="00B24146"/>
    <w:rsid w:val="00B44040"/>
    <w:rsid w:val="00B44828"/>
    <w:rsid w:val="00B45D36"/>
    <w:rsid w:val="00B50B2D"/>
    <w:rsid w:val="00B51F1F"/>
    <w:rsid w:val="00B5364C"/>
    <w:rsid w:val="00B55D42"/>
    <w:rsid w:val="00B60F9F"/>
    <w:rsid w:val="00B75765"/>
    <w:rsid w:val="00B823D8"/>
    <w:rsid w:val="00B935C6"/>
    <w:rsid w:val="00B9712F"/>
    <w:rsid w:val="00BA181A"/>
    <w:rsid w:val="00BA27A3"/>
    <w:rsid w:val="00BA5B32"/>
    <w:rsid w:val="00BC62B8"/>
    <w:rsid w:val="00BC7F64"/>
    <w:rsid w:val="00BD794F"/>
    <w:rsid w:val="00BE4DB2"/>
    <w:rsid w:val="00C12789"/>
    <w:rsid w:val="00C16EF2"/>
    <w:rsid w:val="00C20863"/>
    <w:rsid w:val="00C24A87"/>
    <w:rsid w:val="00C32A6F"/>
    <w:rsid w:val="00C4363B"/>
    <w:rsid w:val="00C47F6B"/>
    <w:rsid w:val="00C671EE"/>
    <w:rsid w:val="00C739B1"/>
    <w:rsid w:val="00C80563"/>
    <w:rsid w:val="00C807FC"/>
    <w:rsid w:val="00C97F48"/>
    <w:rsid w:val="00CB3294"/>
    <w:rsid w:val="00CB77B4"/>
    <w:rsid w:val="00CC2983"/>
    <w:rsid w:val="00CC6832"/>
    <w:rsid w:val="00CE1221"/>
    <w:rsid w:val="00CE2977"/>
    <w:rsid w:val="00CF3123"/>
    <w:rsid w:val="00CF3905"/>
    <w:rsid w:val="00CF6671"/>
    <w:rsid w:val="00D02D5F"/>
    <w:rsid w:val="00D03AFD"/>
    <w:rsid w:val="00D1566B"/>
    <w:rsid w:val="00D2036A"/>
    <w:rsid w:val="00D233A6"/>
    <w:rsid w:val="00D26CA8"/>
    <w:rsid w:val="00D34F88"/>
    <w:rsid w:val="00D478A0"/>
    <w:rsid w:val="00D757E6"/>
    <w:rsid w:val="00D84407"/>
    <w:rsid w:val="00D904B1"/>
    <w:rsid w:val="00D938DE"/>
    <w:rsid w:val="00DA22DB"/>
    <w:rsid w:val="00DA22FF"/>
    <w:rsid w:val="00DA3345"/>
    <w:rsid w:val="00DA53E5"/>
    <w:rsid w:val="00DC155E"/>
    <w:rsid w:val="00DC1836"/>
    <w:rsid w:val="00DC4589"/>
    <w:rsid w:val="00DE13C4"/>
    <w:rsid w:val="00E003C0"/>
    <w:rsid w:val="00E03EA0"/>
    <w:rsid w:val="00E04C43"/>
    <w:rsid w:val="00E26BAD"/>
    <w:rsid w:val="00E37264"/>
    <w:rsid w:val="00E40065"/>
    <w:rsid w:val="00E57029"/>
    <w:rsid w:val="00E63002"/>
    <w:rsid w:val="00E66E53"/>
    <w:rsid w:val="00E71ED2"/>
    <w:rsid w:val="00EA7C21"/>
    <w:rsid w:val="00EB0C56"/>
    <w:rsid w:val="00EB2721"/>
    <w:rsid w:val="00EC7656"/>
    <w:rsid w:val="00EC7D41"/>
    <w:rsid w:val="00ED2A87"/>
    <w:rsid w:val="00EF4591"/>
    <w:rsid w:val="00EF667A"/>
    <w:rsid w:val="00F0086F"/>
    <w:rsid w:val="00F10B09"/>
    <w:rsid w:val="00F10EEC"/>
    <w:rsid w:val="00F11317"/>
    <w:rsid w:val="00F23945"/>
    <w:rsid w:val="00F7328B"/>
    <w:rsid w:val="00F74B74"/>
    <w:rsid w:val="00F777F0"/>
    <w:rsid w:val="00F81CAA"/>
    <w:rsid w:val="00F82618"/>
    <w:rsid w:val="00F83682"/>
    <w:rsid w:val="00F9272D"/>
    <w:rsid w:val="00F97519"/>
    <w:rsid w:val="00F97632"/>
    <w:rsid w:val="00FA45C2"/>
    <w:rsid w:val="00FA5AAE"/>
    <w:rsid w:val="00FB2CA7"/>
    <w:rsid w:val="00FC0460"/>
    <w:rsid w:val="00FD30AC"/>
    <w:rsid w:val="00FD3DD7"/>
    <w:rsid w:val="00FF1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F91"/>
    <w:rPr>
      <w:color w:val="000000"/>
      <w:kern w:val="28"/>
    </w:rPr>
  </w:style>
  <w:style w:type="paragraph" w:styleId="Ttulo1">
    <w:name w:val="heading 1"/>
    <w:next w:val="Normal"/>
    <w:qFormat/>
    <w:rsid w:val="009B1EB1"/>
    <w:pPr>
      <w:outlineLvl w:val="0"/>
    </w:pPr>
    <w:rPr>
      <w:rFonts w:ascii="Lucida Sans Unicode" w:hAnsi="Lucida Sans Unicode" w:cs="Tahoma"/>
      <w:b/>
      <w:spacing w:val="20"/>
      <w:kern w:val="28"/>
      <w:sz w:val="56"/>
      <w:szCs w:val="56"/>
    </w:rPr>
  </w:style>
  <w:style w:type="paragraph" w:styleId="Ttulo2">
    <w:name w:val="heading 2"/>
    <w:next w:val="Normal"/>
    <w:qFormat/>
    <w:rsid w:val="009B1EB1"/>
    <w:pPr>
      <w:keepNext/>
      <w:jc w:val="center"/>
      <w:outlineLvl w:val="1"/>
    </w:pPr>
    <w:rPr>
      <w:rFonts w:ascii="Lucida Sans Unicode" w:hAnsi="Lucida Sans Unicode" w:cs="Arial"/>
      <w:bCs/>
      <w:i/>
      <w:iCs/>
      <w:color w:val="FFFFFF"/>
      <w:spacing w:val="100"/>
      <w:kern w:val="28"/>
      <w:sz w:val="28"/>
      <w:szCs w:val="28"/>
    </w:rPr>
  </w:style>
  <w:style w:type="paragraph" w:styleId="Ttulo3">
    <w:name w:val="heading 3"/>
    <w:next w:val="Normal"/>
    <w:qFormat/>
    <w:rsid w:val="002F5063"/>
    <w:pPr>
      <w:keepNext/>
      <w:spacing w:before="240" w:after="60"/>
      <w:jc w:val="right"/>
      <w:outlineLvl w:val="2"/>
    </w:pPr>
    <w:rPr>
      <w:rFonts w:ascii="Tahoma" w:hAnsi="Tahoma" w:cs="Arial"/>
      <w:b/>
      <w:bCs/>
      <w:color w:val="000084"/>
      <w:spacing w:val="20"/>
      <w:kern w:val="28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listtext">
    <w:name w:val="list text"/>
    <w:rsid w:val="009B1EB1"/>
    <w:pPr>
      <w:numPr>
        <w:numId w:val="1"/>
      </w:numPr>
      <w:spacing w:before="100" w:beforeAutospacing="1" w:after="100" w:afterAutospacing="1" w:line="360" w:lineRule="auto"/>
    </w:pPr>
    <w:rPr>
      <w:rFonts w:ascii="Tahoma" w:hAnsi="Tahoma" w:cs="Arial"/>
      <w:spacing w:val="10"/>
      <w:kern w:val="28"/>
      <w:sz w:val="24"/>
      <w:szCs w:val="24"/>
    </w:rPr>
  </w:style>
  <w:style w:type="paragraph" w:styleId="Prrafodelista">
    <w:name w:val="List Paragraph"/>
    <w:basedOn w:val="Normal"/>
    <w:uiPriority w:val="34"/>
    <w:qFormat/>
    <w:rsid w:val="009F7310"/>
    <w:pPr>
      <w:spacing w:after="200" w:line="276" w:lineRule="auto"/>
      <w:ind w:left="720"/>
      <w:contextualSpacing/>
    </w:pPr>
    <w:rPr>
      <w:rFonts w:ascii="Calibri" w:eastAsia="Calibri" w:hAnsi="Calibri"/>
      <w:color w:val="auto"/>
      <w:kern w:val="0"/>
      <w:sz w:val="22"/>
      <w:szCs w:val="22"/>
      <w:lang w:val="en-GB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C6832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CC6832"/>
    <w:rPr>
      <w:rFonts w:ascii="Tahoma" w:hAnsi="Tahoma" w:cs="Tahoma"/>
      <w:color w:val="000000"/>
      <w:kern w:val="28"/>
      <w:sz w:val="16"/>
      <w:szCs w:val="16"/>
    </w:rPr>
  </w:style>
  <w:style w:type="paragraph" w:styleId="Textoindependiente2">
    <w:name w:val="Body Text 2"/>
    <w:basedOn w:val="Normal"/>
    <w:link w:val="Textoindependiente2Car"/>
    <w:semiHidden/>
    <w:unhideWhenUsed/>
    <w:rsid w:val="0034135A"/>
    <w:pPr>
      <w:ind w:left="720"/>
    </w:pPr>
    <w:rPr>
      <w:color w:val="auto"/>
      <w:kern w:val="0"/>
      <w:lang w:val="es-CO" w:eastAsia="es-CO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3413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F91"/>
    <w:rPr>
      <w:color w:val="000000"/>
      <w:kern w:val="28"/>
    </w:rPr>
  </w:style>
  <w:style w:type="paragraph" w:styleId="Ttulo1">
    <w:name w:val="heading 1"/>
    <w:next w:val="Normal"/>
    <w:qFormat/>
    <w:rsid w:val="009B1EB1"/>
    <w:pPr>
      <w:outlineLvl w:val="0"/>
    </w:pPr>
    <w:rPr>
      <w:rFonts w:ascii="Lucida Sans Unicode" w:hAnsi="Lucida Sans Unicode" w:cs="Tahoma"/>
      <w:b/>
      <w:spacing w:val="20"/>
      <w:kern w:val="28"/>
      <w:sz w:val="56"/>
      <w:szCs w:val="56"/>
    </w:rPr>
  </w:style>
  <w:style w:type="paragraph" w:styleId="Ttulo2">
    <w:name w:val="heading 2"/>
    <w:next w:val="Normal"/>
    <w:qFormat/>
    <w:rsid w:val="009B1EB1"/>
    <w:pPr>
      <w:keepNext/>
      <w:jc w:val="center"/>
      <w:outlineLvl w:val="1"/>
    </w:pPr>
    <w:rPr>
      <w:rFonts w:ascii="Lucida Sans Unicode" w:hAnsi="Lucida Sans Unicode" w:cs="Arial"/>
      <w:bCs/>
      <w:i/>
      <w:iCs/>
      <w:color w:val="FFFFFF"/>
      <w:spacing w:val="100"/>
      <w:kern w:val="28"/>
      <w:sz w:val="28"/>
      <w:szCs w:val="28"/>
    </w:rPr>
  </w:style>
  <w:style w:type="paragraph" w:styleId="Ttulo3">
    <w:name w:val="heading 3"/>
    <w:next w:val="Normal"/>
    <w:qFormat/>
    <w:rsid w:val="002F5063"/>
    <w:pPr>
      <w:keepNext/>
      <w:spacing w:before="240" w:after="60"/>
      <w:jc w:val="right"/>
      <w:outlineLvl w:val="2"/>
    </w:pPr>
    <w:rPr>
      <w:rFonts w:ascii="Tahoma" w:hAnsi="Tahoma" w:cs="Arial"/>
      <w:b/>
      <w:bCs/>
      <w:color w:val="000084"/>
      <w:spacing w:val="20"/>
      <w:kern w:val="28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listtext">
    <w:name w:val="list text"/>
    <w:rsid w:val="009B1EB1"/>
    <w:pPr>
      <w:numPr>
        <w:numId w:val="1"/>
      </w:numPr>
      <w:spacing w:before="100" w:beforeAutospacing="1" w:after="100" w:afterAutospacing="1" w:line="360" w:lineRule="auto"/>
    </w:pPr>
    <w:rPr>
      <w:rFonts w:ascii="Tahoma" w:hAnsi="Tahoma" w:cs="Arial"/>
      <w:spacing w:val="10"/>
      <w:kern w:val="28"/>
      <w:sz w:val="24"/>
      <w:szCs w:val="24"/>
    </w:rPr>
  </w:style>
  <w:style w:type="paragraph" w:styleId="Prrafodelista">
    <w:name w:val="List Paragraph"/>
    <w:basedOn w:val="Normal"/>
    <w:uiPriority w:val="34"/>
    <w:qFormat/>
    <w:rsid w:val="009F7310"/>
    <w:pPr>
      <w:spacing w:after="200" w:line="276" w:lineRule="auto"/>
      <w:ind w:left="720"/>
      <w:contextualSpacing/>
    </w:pPr>
    <w:rPr>
      <w:rFonts w:ascii="Calibri" w:eastAsia="Calibri" w:hAnsi="Calibri"/>
      <w:color w:val="auto"/>
      <w:kern w:val="0"/>
      <w:sz w:val="22"/>
      <w:szCs w:val="22"/>
      <w:lang w:val="en-GB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C6832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CC6832"/>
    <w:rPr>
      <w:rFonts w:ascii="Tahoma" w:hAnsi="Tahoma" w:cs="Tahoma"/>
      <w:color w:val="000000"/>
      <w:kern w:val="28"/>
      <w:sz w:val="16"/>
      <w:szCs w:val="16"/>
    </w:rPr>
  </w:style>
  <w:style w:type="paragraph" w:styleId="Textoindependiente2">
    <w:name w:val="Body Text 2"/>
    <w:basedOn w:val="Normal"/>
    <w:link w:val="Textoindependiente2Car"/>
    <w:semiHidden/>
    <w:unhideWhenUsed/>
    <w:rsid w:val="0034135A"/>
    <w:pPr>
      <w:ind w:left="720"/>
    </w:pPr>
    <w:rPr>
      <w:color w:val="auto"/>
      <w:kern w:val="0"/>
      <w:lang w:val="es-CO" w:eastAsia="es-CO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3413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1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0.jpeg"/><Relationship Id="rId3" Type="http://schemas.openxmlformats.org/officeDocument/2006/relationships/styles" Target="styles.xml"/><Relationship Id="rId7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deyblue\AppData\Roaming\Microsoft\Templates\Agend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76056B-94DC-480B-9F0E-42E8A5503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Agenda</Template>
  <TotalTime>4</TotalTime>
  <Pages>1</Pages>
  <Words>2</Words>
  <Characters>60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Sideyblue</dc:creator>
  <cp:lastModifiedBy>Sidey</cp:lastModifiedBy>
  <cp:revision>5</cp:revision>
  <dcterms:created xsi:type="dcterms:W3CDTF">2012-03-17T12:54:00Z</dcterms:created>
  <dcterms:modified xsi:type="dcterms:W3CDTF">2012-03-17T12:58:00Z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TC060874161033</vt:lpwstr>
  </property>
</Properties>
</file>